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246BAB08" w:rsidR="00E96C58" w:rsidRDefault="004B3667" w:rsidP="002B4177">
      <w:r>
        <w:t xml:space="preserve">Vooraan is de hang wc </w:t>
      </w:r>
      <w:r w:rsidR="0055075B">
        <w:t>afgerond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15CF6999" w:rsidR="00DD72BF" w:rsidRDefault="00DD72BF" w:rsidP="00DD72BF">
      <w:r>
        <w:t>Breedte:</w:t>
      </w:r>
      <w:r>
        <w:tab/>
        <w:t>35</w:t>
      </w:r>
      <w:r w:rsidR="00364473">
        <w:t>,5</w:t>
      </w:r>
      <w:r>
        <w:t>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2A577676" w:rsidR="008A5169" w:rsidRDefault="00F02D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685C10" wp14:editId="56A0D1CA">
            <wp:extent cx="5010150" cy="3800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00DB" w14:textId="77777777" w:rsidR="00931310" w:rsidRDefault="00931310">
      <w:r>
        <w:separator/>
      </w:r>
    </w:p>
  </w:endnote>
  <w:endnote w:type="continuationSeparator" w:id="0">
    <w:p w14:paraId="551858C4" w14:textId="77777777" w:rsidR="00931310" w:rsidRDefault="009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D861" w14:textId="77777777" w:rsidR="00364473" w:rsidRDefault="0036447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1512" w14:textId="77777777" w:rsidR="00364473" w:rsidRDefault="0036447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73D7" w14:textId="77777777" w:rsidR="00931310" w:rsidRDefault="00931310">
      <w:r>
        <w:separator/>
      </w:r>
    </w:p>
  </w:footnote>
  <w:footnote w:type="continuationSeparator" w:id="0">
    <w:p w14:paraId="1D26AFEB" w14:textId="77777777" w:rsidR="00931310" w:rsidRDefault="009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FAFB" w14:textId="77777777" w:rsidR="00364473" w:rsidRDefault="0036447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EA12" w14:textId="38E2BB78" w:rsidR="00D36786" w:rsidRDefault="00D36786" w:rsidP="00D36786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D3EBEA9" wp14:editId="1B2551F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96213" w14:textId="1675DE20" w:rsidR="00397CEC" w:rsidRPr="003D34C5" w:rsidRDefault="006E7CAF" w:rsidP="00D3678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="00364473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  <w:r w:rsidR="00D36786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B1F9" w14:textId="77777777" w:rsidR="00364473" w:rsidRDefault="0036447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473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1310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6786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2D79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223DE-5204-44C9-B11B-ED2913BBA41A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261</TotalTime>
  <Pages>2</Pages>
  <Words>205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